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265" w:rsidRDefault="000357E7" w:rsidP="002C3265">
      <w:pPr>
        <w:ind w:left="4536"/>
      </w:pPr>
      <w:r>
        <w:t xml:space="preserve">Приложение № </w:t>
      </w:r>
      <w:r w:rsidR="006F0034">
        <w:t>4</w:t>
      </w:r>
    </w:p>
    <w:p w:rsidR="002C3265" w:rsidRPr="00E31389" w:rsidRDefault="000357E7" w:rsidP="002C3265">
      <w:pPr>
        <w:ind w:left="4536"/>
      </w:pPr>
      <w:r>
        <w:t xml:space="preserve">к </w:t>
      </w:r>
      <w:r w:rsidR="00B51945" w:rsidRPr="00B51945">
        <w:t xml:space="preserve">Типовому </w:t>
      </w:r>
      <w:r w:rsidR="00692616" w:rsidRPr="00692616">
        <w:t>Приглашению принять участие в конкурсе</w:t>
      </w:r>
      <w:bookmarkStart w:id="0" w:name="_GoBack"/>
      <w:bookmarkEnd w:id="0"/>
    </w:p>
    <w:p w:rsidR="00A102BD" w:rsidRPr="00A102BD" w:rsidRDefault="00A102BD" w:rsidP="00DD7AA0">
      <w:pPr>
        <w:rPr>
          <w:bCs/>
        </w:rPr>
      </w:pPr>
      <w:bookmarkStart w:id="1" w:name="RANGE!A1:Y42"/>
      <w:bookmarkEnd w:id="1"/>
    </w:p>
    <w:p w:rsidR="008E3D2F" w:rsidRPr="00DD7AA0" w:rsidRDefault="000357E7" w:rsidP="00BF761F">
      <w:pPr>
        <w:jc w:val="center"/>
        <w:rPr>
          <w:b/>
        </w:rPr>
      </w:pPr>
      <w:bookmarkStart w:id="2" w:name="_Toc249432431"/>
      <w:bookmarkStart w:id="3" w:name="_Toc251146393"/>
      <w:bookmarkStart w:id="4" w:name="_Toc251150722"/>
      <w:bookmarkStart w:id="5" w:name="_Toc251157328"/>
      <w:r>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2"/>
      <w:bookmarkEnd w:id="3"/>
      <w:bookmarkEnd w:id="4"/>
      <w:bookmarkEnd w:id="5"/>
      <w:r w:rsidR="006D176A">
        <w:rPr>
          <w:b/>
        </w:rPr>
        <w:t xml:space="preserve"> поставщика</w:t>
      </w:r>
      <w:r>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п/п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w:t>
            </w:r>
            <w:r w:rsidR="002C78C8" w:rsidRPr="002C78C8">
              <w:lastRenderedPageBreak/>
              <w:t>об избрании либо приказа о назначении руководителя, в соответствии с которым он 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pPr>
              <w:jc w:val="both"/>
            </w:pPr>
            <w:r>
              <w:t>Д</w:t>
            </w:r>
            <w:r w:rsidRPr="002C78C8">
              <w:t>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r w:rsidR="00B51945">
              <w:t xml:space="preserve"> (</w:t>
            </w:r>
            <w:r>
              <w:t xml:space="preserve">приложить </w:t>
            </w:r>
            <w:r w:rsidR="00B51945">
              <w:t>копии)</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032612">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w:t>
            </w:r>
            <w:r>
              <w:lastRenderedPageBreak/>
              <w:t xml:space="preserve">осуществления поставок </w:t>
            </w:r>
            <w:r w:rsidR="00F8617E">
              <w:t>т</w:t>
            </w:r>
            <w:r>
              <w:t>овара</w:t>
            </w:r>
            <w:r w:rsidR="00F8617E">
              <w:t>, выполнения работ, 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 xml:space="preserve">а </w:t>
            </w:r>
            <w:r w:rsidRPr="00A102BD">
              <w:t>:</w:t>
            </w:r>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A22" w:rsidRDefault="007A5A22">
      <w:r>
        <w:separator/>
      </w:r>
    </w:p>
  </w:endnote>
  <w:endnote w:type="continuationSeparator" w:id="0">
    <w:p w:rsidR="007A5A22" w:rsidRDefault="007A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692616">
      <w:rPr>
        <w:noProof/>
      </w:rPr>
      <w:t>2</w:t>
    </w:r>
    <w:r w:rsidR="00512287">
      <w:rPr>
        <w:noProof/>
      </w:rPr>
      <w:fldChar w:fldCharType="end"/>
    </w:r>
    <w:r>
      <w:t xml:space="preserve"> из </w:t>
    </w:r>
    <w:r w:rsidR="007A5A22">
      <w:fldChar w:fldCharType="begin"/>
    </w:r>
    <w:r w:rsidR="007A5A22">
      <w:instrText xml:space="preserve"> NUMPAGES </w:instrText>
    </w:r>
    <w:r w:rsidR="007A5A22">
      <w:fldChar w:fldCharType="separate"/>
    </w:r>
    <w:r w:rsidR="00692616">
      <w:rPr>
        <w:noProof/>
      </w:rPr>
      <w:t>3</w:t>
    </w:r>
    <w:r w:rsidR="007A5A2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A22" w:rsidRDefault="007A5A22">
      <w:r>
        <w:separator/>
      </w:r>
    </w:p>
  </w:footnote>
  <w:footnote w:type="continuationSeparator" w:id="0">
    <w:p w:rsidR="007A5A22" w:rsidRDefault="007A5A22">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8F8"/>
    <w:rsid w:val="003A47AB"/>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61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5A22"/>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81B"/>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762E"/>
    <w:rsid w:val="00D60314"/>
    <w:rsid w:val="00D60935"/>
    <w:rsid w:val="00D6147C"/>
    <w:rsid w:val="00D63FCE"/>
    <w:rsid w:val="00D64C3D"/>
    <w:rsid w:val="00D67432"/>
    <w:rsid w:val="00D743F9"/>
    <w:rsid w:val="00D760E8"/>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1389"/>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6C9819-F6AD-49B3-96B3-4E358E2D9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96</TotalTime>
  <Pages>1</Pages>
  <Words>613</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subject/>
  <dc:creator>KL</dc:creator>
  <cp:keywords/>
  <cp:lastModifiedBy>Мутафян Аида Араевна</cp:lastModifiedBy>
  <cp:revision>19</cp:revision>
  <cp:lastPrinted>2010-04-13T12:36:00Z</cp:lastPrinted>
  <dcterms:created xsi:type="dcterms:W3CDTF">2011-10-18T06:04:00Z</dcterms:created>
  <dcterms:modified xsi:type="dcterms:W3CDTF">2017-03-09T13:41:00Z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